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/>
  <w:body>
    <w:p w:rsidR="00E049DE" w:rsidRPr="00E049DE" w:rsidRDefault="006F1896">
      <w:pPr>
        <w:rPr>
          <w:sz w:val="48"/>
          <w:szCs w:val="4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523.25pt;margin-top:-.25pt;width:170.6pt;height:66.05pt;z-index:251693056">
            <v:textbox>
              <w:txbxContent>
                <w:p w:rsidR="006F1896" w:rsidRPr="00F04FD9" w:rsidRDefault="006F1896" w:rsidP="006F1896">
                  <w:pPr>
                    <w:jc w:val="center"/>
                    <w:rPr>
                      <w:rFonts w:ascii="CAC Pinafore" w:hAnsi="CAC Pinafore"/>
                      <w:color w:val="FFFFFF" w:themeColor="background1"/>
                      <w:sz w:val="96"/>
                      <w:szCs w:val="96"/>
                    </w:rPr>
                  </w:pPr>
                  <w:r w:rsidRPr="00F04FD9">
                    <w:rPr>
                      <w:rFonts w:ascii="CAC Pinafore" w:hAnsi="CAC Pinafore"/>
                      <w:color w:val="FFFFFF" w:themeColor="background1"/>
                      <w:sz w:val="96"/>
                      <w:szCs w:val="96"/>
                      <w:highlight w:val="blue"/>
                    </w:rPr>
                    <w:t>P</w:t>
                  </w:r>
                  <w:r w:rsidRPr="00F04FD9">
                    <w:rPr>
                      <w:rFonts w:ascii="CAC Pinafore" w:hAnsi="CAC Pinafore"/>
                      <w:sz w:val="96"/>
                      <w:szCs w:val="96"/>
                    </w:rPr>
                    <w:t>A</w:t>
                  </w:r>
                  <w:r w:rsidRPr="00F04FD9">
                    <w:rPr>
                      <w:rFonts w:ascii="CAC Pinafore" w:hAnsi="CAC Pinafore"/>
                      <w:color w:val="FFFFFF" w:themeColor="background1"/>
                      <w:sz w:val="96"/>
                      <w:szCs w:val="96"/>
                      <w:highlight w:val="red"/>
                    </w:rPr>
                    <w:t>R</w:t>
                  </w:r>
                  <w:r w:rsidRPr="00F04FD9">
                    <w:rPr>
                      <w:rFonts w:ascii="CAC Pinafore" w:hAnsi="CAC Pinafore"/>
                      <w:color w:val="FFFFFF" w:themeColor="background1"/>
                      <w:sz w:val="96"/>
                      <w:szCs w:val="96"/>
                      <w:highlight w:val="blue"/>
                    </w:rPr>
                    <w:t>I</w:t>
                  </w:r>
                  <w:r w:rsidRPr="00F04FD9">
                    <w:rPr>
                      <w:rFonts w:ascii="CAC Pinafore" w:hAnsi="CAC Pinafore"/>
                      <w:sz w:val="96"/>
                      <w:szCs w:val="96"/>
                    </w:rPr>
                    <w:t>S</w:t>
                  </w:r>
                  <w:r w:rsidRPr="00F04FD9">
                    <w:rPr>
                      <w:rFonts w:ascii="CAC Pinafore" w:hAnsi="CAC Pinafore"/>
                      <w:color w:val="FFFFFF" w:themeColor="background1"/>
                      <w:sz w:val="96"/>
                      <w:szCs w:val="96"/>
                      <w:highlight w:val="red"/>
                    </w:rPr>
                    <w:t>!</w:t>
                  </w:r>
                </w:p>
                <w:p w:rsidR="006F1896" w:rsidRDefault="006F1896"/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29.1pt;margin-top:-30.8pt;width:164.7pt;height:219.9pt;z-index:251692032" fillcolor="white [3201]" strokecolor="#c0504d [3205]" strokeweight="5pt">
            <v:stroke linestyle="thickThin"/>
            <v:shadow color="#868686"/>
            <v:textbox>
              <w:txbxContent>
                <w:p w:rsidR="006F1896" w:rsidRPr="000A7470" w:rsidRDefault="006F1896" w:rsidP="006F1896">
                  <w:pPr>
                    <w:jc w:val="center"/>
                    <w:rPr>
                      <w:rFonts w:ascii="CAC Pinafore" w:hAnsi="CAC Pinafore"/>
                      <w:color w:val="FFFFFF" w:themeColor="background1"/>
                      <w:sz w:val="52"/>
                      <w:szCs w:val="52"/>
                    </w:rPr>
                  </w:pPr>
                  <w:r w:rsidRPr="000A7470">
                    <w:rPr>
                      <w:rFonts w:ascii="CAC Pinafore" w:hAnsi="CAC Pinafore"/>
                      <w:color w:val="FFFFFF" w:themeColor="background1"/>
                      <w:sz w:val="52"/>
                      <w:szCs w:val="52"/>
                      <w:highlight w:val="blue"/>
                    </w:rPr>
                    <w:t>Location</w:t>
                  </w:r>
                </w:p>
                <w:p w:rsidR="006F1896" w:rsidRPr="00CB308A" w:rsidRDefault="006F1896" w:rsidP="006F1896">
                  <w:pPr>
                    <w:jc w:val="center"/>
                    <w:rPr>
                      <w:sz w:val="18"/>
                      <w:szCs w:val="18"/>
                      <w:highlight w:val="blue"/>
                    </w:rPr>
                  </w:pPr>
                </w:p>
                <w:p w:rsidR="006F1896" w:rsidRPr="00A30E5E" w:rsidRDefault="006F1896" w:rsidP="006F1896">
                  <w:pPr>
                    <w:jc w:val="center"/>
                  </w:pPr>
                  <w:r w:rsidRPr="00A30E5E">
                    <w:t>Paris is located on the continent Europe in the Country of France.  Paris is the capital of France.</w:t>
                  </w:r>
                </w:p>
                <w:p w:rsidR="006F1896" w:rsidRDefault="006F1896">
                  <w:r>
                    <w:rPr>
                      <w:noProof/>
                    </w:rPr>
                    <w:drawing>
                      <wp:inline distT="0" distB="0" distL="0" distR="0">
                        <wp:extent cx="1886378" cy="1478071"/>
                        <wp:effectExtent l="19050" t="0" r="0" b="0"/>
                        <wp:docPr id="65" name="Picture 7" descr="C:\Users\Blaney\AppData\Local\Microsoft\Windows\Temporary Internet Files\Content.IE5\UXC2M51I\MC900101114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Blaney\AppData\Local\Microsoft\Windows\Temporary Internet Files\Content.IE5\UXC2M51I\MC900101114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86100" cy="14778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01D01" w:rsidRPr="00101D01">
        <w:rPr>
          <w:noProof/>
        </w:rPr>
        <w:pict>
          <v:shape id="Text Box 2" o:spid="_x0000_s1026" type="#_x0000_t202" style="position:absolute;margin-left:507pt;margin-top:-42.6pt;width:203pt;height:511.7pt;z-index:251683840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" fillcolor="#c0504d [3205]" stroked="f" strokeweight="0">
            <v:fill color2="#923633 [2373]" focusposition=".5,.5" focussize="" focus="100%" type="gradientRadial"/>
            <v:shadow on="t" type="perspective" color="#622423 [1605]" offset="1pt" offset2="-3pt"/>
            <v:textbox style="mso-next-textbox:#Text Box 2">
              <w:txbxContent>
                <w:p w:rsidR="002C4F65" w:rsidRDefault="002C4F65"/>
                <w:p w:rsidR="002C4F65" w:rsidRDefault="002C4F65"/>
                <w:p w:rsidR="002C4F65" w:rsidRDefault="002C4F65"/>
                <w:p w:rsidR="002C4F65" w:rsidRDefault="002C4F65"/>
                <w:p w:rsidR="002C4F65" w:rsidRDefault="002C4F65" w:rsidP="002C4F65">
                  <w:pPr>
                    <w:rPr>
                      <w:noProof/>
                    </w:rPr>
                  </w:pPr>
                </w:p>
                <w:p w:rsidR="002C4F65" w:rsidRDefault="002C4F65" w:rsidP="002C4F65">
                  <w:pPr>
                    <w:rPr>
                      <w:noProof/>
                    </w:rPr>
                  </w:pPr>
                </w:p>
                <w:p w:rsidR="002C4F65" w:rsidRDefault="002C4F65" w:rsidP="002C4F65">
                  <w:pPr>
                    <w:rPr>
                      <w:noProof/>
                    </w:rPr>
                  </w:pPr>
                </w:p>
                <w:p w:rsidR="002C4F65" w:rsidRDefault="002C4F65" w:rsidP="002C4F65">
                  <w:pPr>
                    <w:rPr>
                      <w:noProof/>
                    </w:rPr>
                  </w:pPr>
                </w:p>
                <w:p w:rsidR="00AC7BFD" w:rsidRDefault="00AC7BFD" w:rsidP="002C4F65"/>
                <w:p w:rsidR="002C4F65" w:rsidRDefault="002C4F65" w:rsidP="002C4F65"/>
                <w:p w:rsidR="002C4F65" w:rsidRDefault="002C4F65" w:rsidP="002C4F65"/>
                <w:p w:rsidR="006F1896" w:rsidRDefault="006F1896" w:rsidP="002C4F65">
                  <w:pPr>
                    <w:jc w:val="right"/>
                  </w:pPr>
                </w:p>
                <w:p w:rsidR="006F1896" w:rsidRDefault="006F1896" w:rsidP="002C4F65">
                  <w:pPr>
                    <w:jc w:val="right"/>
                  </w:pPr>
                  <w:r w:rsidRPr="00DB46C3">
                    <w:rPr>
                      <w:noProof/>
                    </w:rPr>
                    <w:drawing>
                      <wp:inline distT="0" distB="0" distL="0" distR="0">
                        <wp:extent cx="2350420" cy="3133725"/>
                        <wp:effectExtent l="19050" t="0" r="0" b="0"/>
                        <wp:docPr id="68" name="Picture 5" descr="France and London 17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rance and London 178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50420" cy="31337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F1896" w:rsidRDefault="006F1896" w:rsidP="002C4F65">
                  <w:pPr>
                    <w:jc w:val="right"/>
                  </w:pPr>
                </w:p>
                <w:p w:rsidR="006F1896" w:rsidRDefault="006F1896" w:rsidP="002C4F65">
                  <w:pPr>
                    <w:jc w:val="right"/>
                  </w:pPr>
                </w:p>
                <w:p w:rsidR="006F1896" w:rsidRDefault="006F1896" w:rsidP="002C4F65">
                  <w:pPr>
                    <w:jc w:val="right"/>
                  </w:pPr>
                </w:p>
                <w:p w:rsidR="006F1896" w:rsidRDefault="006F1896" w:rsidP="002C4F65">
                  <w:pPr>
                    <w:jc w:val="right"/>
                  </w:pPr>
                </w:p>
                <w:p w:rsidR="002C4F65" w:rsidRDefault="002C4F65" w:rsidP="002C4F65">
                  <w:pPr>
                    <w:jc w:val="right"/>
                  </w:pPr>
                  <w:r>
                    <w:t>Kim Blaney</w:t>
                  </w:r>
                </w:p>
              </w:txbxContent>
            </v:textbox>
            <w10:wrap type="square"/>
          </v:shape>
        </w:pict>
      </w:r>
      <w:r w:rsidR="00101D01" w:rsidRPr="00101D01">
        <w:rPr>
          <w:noProof/>
        </w:rPr>
        <w:pict>
          <v:shape id="_x0000_s1027" type="#_x0000_t202" style="position:absolute;margin-left:18.6pt;margin-top:-42pt;width:189.6pt;height:510.6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" fillcolor="#4f81bd [3204]" stroked="f" strokeweight="0">
            <v:fill color2="#365e8f [2372]" focusposition=".5,.5" focussize="" focus="100%" type="gradientRadial"/>
            <v:shadow on="t" type="perspective" color="#243f60 [1604]" offset="1pt" offset2="-3pt"/>
            <v:textbox style="mso-next-textbox:#_x0000_s1027">
              <w:txbxContent>
                <w:p w:rsidR="00E049DE" w:rsidRDefault="00E049DE" w:rsidP="000A7470">
                  <w:pPr>
                    <w:jc w:val="center"/>
                  </w:pPr>
                </w:p>
                <w:p w:rsidR="005F5EFF" w:rsidRDefault="005F5EFF"/>
                <w:p w:rsidR="006F1896" w:rsidRDefault="006F1896"/>
                <w:p w:rsidR="006F1896" w:rsidRDefault="006F1896"/>
                <w:p w:rsidR="006F1896" w:rsidRDefault="006F1896"/>
                <w:p w:rsidR="006F1896" w:rsidRDefault="006F1896"/>
                <w:p w:rsidR="006F1896" w:rsidRDefault="006F1896"/>
                <w:p w:rsidR="006F1896" w:rsidRDefault="006F1896"/>
                <w:p w:rsidR="006F1896" w:rsidRDefault="006F1896"/>
                <w:p w:rsidR="006F1896" w:rsidRDefault="006F1896"/>
                <w:p w:rsidR="006F1896" w:rsidRDefault="006F1896"/>
                <w:p w:rsidR="006F1896" w:rsidRDefault="006F1896"/>
                <w:p w:rsidR="006F1896" w:rsidRDefault="006F1896"/>
                <w:p w:rsidR="006F1896" w:rsidRDefault="006F1896"/>
                <w:p w:rsidR="006F1896" w:rsidRDefault="006F1896"/>
                <w:p w:rsidR="006F1896" w:rsidRDefault="006F1896"/>
                <w:p w:rsidR="006F1896" w:rsidRDefault="006F1896"/>
                <w:p w:rsidR="005F5EFF" w:rsidRPr="000A7470" w:rsidRDefault="005F5EFF" w:rsidP="005F5EFF">
                  <w:pPr>
                    <w:jc w:val="center"/>
                    <w:rPr>
                      <w:rFonts w:ascii="CAC Pinafore" w:hAnsi="CAC Pinafore"/>
                      <w:color w:val="FFFFFF" w:themeColor="background1"/>
                      <w:sz w:val="52"/>
                      <w:szCs w:val="52"/>
                    </w:rPr>
                  </w:pPr>
                  <w:r w:rsidRPr="000A7470">
                    <w:rPr>
                      <w:rFonts w:ascii="CAC Pinafore" w:hAnsi="CAC Pinafore"/>
                      <w:color w:val="FFFFFF" w:themeColor="background1"/>
                      <w:sz w:val="52"/>
                      <w:szCs w:val="52"/>
                      <w:highlight w:val="red"/>
                    </w:rPr>
                    <w:t>Transportation</w:t>
                  </w:r>
                </w:p>
                <w:p w:rsidR="00A773B8" w:rsidRDefault="005F5EFF">
                  <w:r>
                    <w:tab/>
                  </w:r>
                </w:p>
                <w:p w:rsidR="00A773B8" w:rsidRPr="000A7470" w:rsidRDefault="00463D00" w:rsidP="00463D00">
                  <w:pPr>
                    <w:ind w:firstLine="720"/>
                  </w:pPr>
                  <w:r w:rsidRPr="000A7470">
                    <w:t>Paris</w:t>
                  </w:r>
                  <w:r w:rsidR="005F5EFF" w:rsidRPr="000A7470">
                    <w:t xml:space="preserve"> has many forms of transportation such as trains, taxis, and buses.</w:t>
                  </w:r>
                  <w:r w:rsidR="00A773B8" w:rsidRPr="000A7470">
                    <w:t xml:space="preserve">  However </w:t>
                  </w:r>
                  <w:r w:rsidRPr="000A7470">
                    <w:t>the Metro is</w:t>
                  </w:r>
                  <w:r w:rsidR="00A773B8" w:rsidRPr="000A7470">
                    <w:t xml:space="preserve"> hard for those with limited mobility to get to</w:t>
                  </w:r>
                  <w:r w:rsidRPr="000A7470">
                    <w:t xml:space="preserve"> since they were built a long time ago</w:t>
                  </w:r>
                  <w:r w:rsidR="00A773B8" w:rsidRPr="000A7470">
                    <w:t xml:space="preserve">.  </w:t>
                  </w:r>
                </w:p>
                <w:p w:rsidR="00A773B8" w:rsidRPr="00A773B8" w:rsidRDefault="00463D00" w:rsidP="00A773B8">
                  <w:pPr>
                    <w:rPr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99640" cy="1464960"/>
                        <wp:effectExtent l="19050" t="0" r="0" b="0"/>
                        <wp:docPr id="42" name="Picture 4" descr="http://www.a-taste-of-france.com/images/metro-franc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a-taste-of-france.com/images/metro-franc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9640" cy="146496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773B8" w:rsidRPr="00A773B8" w:rsidRDefault="00A773B8" w:rsidP="00463D00">
                  <w:pPr>
                    <w:ind w:firstLine="720"/>
                    <w:jc w:val="both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101D01" w:rsidRPr="00101D01">
        <w:rPr>
          <w:noProof/>
        </w:rPr>
        <w:pict>
          <v:shape id="_x0000_s1028" type="#_x0000_t202" style="position:absolute;margin-left:0;margin-top:-43.35pt;width:250.15pt;height:510.8pt;z-index:251675648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" fillcolor="white [3201]" strokecolor="#c0504d [3205]" strokeweight="5pt">
            <v:stroke linestyle="thickThin"/>
            <v:shadow color="#868686"/>
            <v:textbox style="mso-next-textbox:#_x0000_s1028">
              <w:txbxContent>
                <w:p w:rsidR="00CA7FF8" w:rsidRDefault="006A0F89" w:rsidP="00CA7FF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.</w:t>
                  </w:r>
                </w:p>
                <w:p w:rsidR="00A773B8" w:rsidRDefault="00FC4A02" w:rsidP="0068371A">
                  <w:pPr>
                    <w:jc w:val="center"/>
                    <w:rPr>
                      <w:rFonts w:ascii="CAC Pinafore" w:hAnsi="CAC Pinafore"/>
                      <w:color w:val="FFFFFF" w:themeColor="background1"/>
                      <w:sz w:val="72"/>
                      <w:szCs w:val="72"/>
                    </w:rPr>
                  </w:pPr>
                  <w:r w:rsidRPr="006F1896">
                    <w:rPr>
                      <w:rFonts w:ascii="CAC Pinafore" w:hAnsi="CAC Pinafore"/>
                      <w:color w:val="FFFFFF" w:themeColor="background1"/>
                      <w:sz w:val="72"/>
                      <w:szCs w:val="72"/>
                      <w:highlight w:val="red"/>
                    </w:rPr>
                    <w:t>Climate</w:t>
                  </w:r>
                </w:p>
                <w:p w:rsidR="0068371A" w:rsidRDefault="0068371A" w:rsidP="0068371A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A7FF8" w:rsidRDefault="00A773B8" w:rsidP="00A773B8">
                  <w:pPr>
                    <w:ind w:firstLine="720"/>
                    <w:rPr>
                      <w:sz w:val="28"/>
                      <w:szCs w:val="28"/>
                    </w:rPr>
                  </w:pPr>
                  <w:r w:rsidRPr="000A7470">
                    <w:rPr>
                      <w:sz w:val="28"/>
                      <w:szCs w:val="28"/>
                    </w:rPr>
                    <w:t xml:space="preserve">The average temperature for Paris during the summer months (June-Mid September) is around </w:t>
                  </w:r>
                  <w:r w:rsidR="00463D00" w:rsidRPr="000A7470">
                    <w:rPr>
                      <w:sz w:val="28"/>
                      <w:szCs w:val="28"/>
                    </w:rPr>
                    <w:t>63 degrees.  The fall (mid September – December) averages at 52 degrees.  The winter (December-April) is around 40 degrees.  Finally the spring (April-June) reaches about 53 degrees.</w:t>
                  </w:r>
                  <w:r w:rsidRPr="000A7470">
                    <w:rPr>
                      <w:sz w:val="28"/>
                      <w:szCs w:val="28"/>
                    </w:rPr>
                    <w:t xml:space="preserve">  </w:t>
                  </w:r>
                </w:p>
                <w:p w:rsidR="006F1896" w:rsidRDefault="006F1896" w:rsidP="006F1896">
                  <w:pPr>
                    <w:rPr>
                      <w:sz w:val="28"/>
                      <w:szCs w:val="28"/>
                    </w:rPr>
                  </w:pPr>
                </w:p>
                <w:p w:rsidR="006F1896" w:rsidRPr="000A7470" w:rsidRDefault="006F1896" w:rsidP="006F18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Daily Life</w:t>
                  </w:r>
                </w:p>
              </w:txbxContent>
            </v:textbox>
          </v:shape>
        </w:pict>
      </w:r>
      <w:r w:rsidR="00E049DE">
        <w:t xml:space="preserve">  </w:t>
      </w:r>
    </w:p>
    <w:p w:rsidR="00AC7BFD" w:rsidRDefault="00AC7BFD"/>
    <w:p w:rsidR="00AC7BFD" w:rsidRDefault="00AC7BFD"/>
    <w:p w:rsidR="00AC7BFD" w:rsidRDefault="00AC7BFD"/>
    <w:p w:rsidR="00AC7BFD" w:rsidRDefault="00AC7BFD"/>
    <w:p w:rsidR="00AC7BFD" w:rsidRDefault="00AC7BFD"/>
    <w:p w:rsidR="00AC7BFD" w:rsidRDefault="006F1896">
      <w:r>
        <w:rPr>
          <w:noProof/>
        </w:rPr>
        <w:pict>
          <v:shape id="_x0000_s1046" type="#_x0000_t202" style="position:absolute;margin-left:247.05pt;margin-top:91.55pt;width:225.9pt;height:263.35pt;z-index:251691008" fillcolor="white [3201]" strokecolor="#4f81bd [3204]" strokeweight="3pt">
            <v:stroke dashstyle="dash"/>
            <v:shadow color="#868686"/>
            <v:textbox>
              <w:txbxContent>
                <w:p w:rsidR="006F1896" w:rsidRDefault="006F1896" w:rsidP="006F1896">
                  <w:pPr>
                    <w:jc w:val="center"/>
                    <w:rPr>
                      <w:rFonts w:ascii="CAC Pinafore" w:hAnsi="CAC Pinafore"/>
                      <w:color w:val="FFFFFF" w:themeColor="background1"/>
                      <w:sz w:val="52"/>
                      <w:szCs w:val="52"/>
                    </w:rPr>
                  </w:pPr>
                  <w:r w:rsidRPr="006F1896">
                    <w:rPr>
                      <w:rFonts w:ascii="CAC Pinafore" w:hAnsi="CAC Pinafore"/>
                      <w:color w:val="FFFFFF" w:themeColor="background1"/>
                      <w:sz w:val="72"/>
                      <w:szCs w:val="72"/>
                      <w:highlight w:val="blue"/>
                    </w:rPr>
                    <w:t>Daily Life</w:t>
                  </w:r>
                  <w:r w:rsidRPr="006F1896">
                    <w:rPr>
                      <w:rFonts w:ascii="CAC Pinafore" w:hAnsi="CAC Pinafore"/>
                      <w:color w:val="FFFFFF" w:themeColor="background1"/>
                      <w:sz w:val="52"/>
                      <w:szCs w:val="52"/>
                      <w:highlight w:val="blue"/>
                    </w:rPr>
                    <w:t xml:space="preserve"> </w:t>
                  </w:r>
                </w:p>
                <w:p w:rsidR="000100CC" w:rsidRDefault="000100CC" w:rsidP="000100CC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6F1896" w:rsidRPr="006F1896" w:rsidRDefault="006F1896" w:rsidP="000100CC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ab/>
                    <w:t>Daily life in Paris is relatively the same as life in the United States.  The city is full of people in a rush</w:t>
                  </w:r>
                  <w:r w:rsidR="000100CC">
                    <w:rPr>
                      <w:sz w:val="28"/>
                      <w:szCs w:val="28"/>
                    </w:rPr>
                    <w:t xml:space="preserve"> stores on every corner, and crazy</w:t>
                  </w:r>
                  <w:r>
                    <w:rPr>
                      <w:sz w:val="28"/>
                      <w:szCs w:val="28"/>
                    </w:rPr>
                    <w:t xml:space="preserve"> drivers.</w:t>
                  </w:r>
                  <w:r w:rsidR="000100CC">
                    <w:rPr>
                      <w:sz w:val="28"/>
                      <w:szCs w:val="28"/>
                    </w:rPr>
                    <w:t xml:space="preserve">  People enjoy hanging out in the Latin Quarter and going to museums.  There is always something to do.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</w:p>
                <w:p w:rsidR="006F1896" w:rsidRPr="006F1896" w:rsidRDefault="006F1896" w:rsidP="006F1896">
                  <w:pPr>
                    <w:jc w:val="center"/>
                    <w:rPr>
                      <w:rFonts w:ascii="CAC Pinafore" w:hAnsi="CAC Pinafore"/>
                      <w:color w:val="FFFFFF" w:themeColor="background1"/>
                      <w:sz w:val="72"/>
                      <w:szCs w:val="72"/>
                    </w:rPr>
                  </w:pPr>
                </w:p>
              </w:txbxContent>
            </v:textbox>
          </v:shape>
        </w:pict>
      </w:r>
      <w:r w:rsidR="00101D01">
        <w:rPr>
          <w:noProof/>
        </w:rPr>
        <w:pict>
          <v:shape id="Text Box 289" o:spid="_x0000_s1029" type="#_x0000_t202" alt="Description: Stamp" style="position:absolute;margin-left:415.15pt;margin-top:504.2pt;width:63pt;height:54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" filled="f" fillcolor="#969696" strokecolor="gray">
            <v:textbox>
              <w:txbxContent>
                <w:p w:rsidR="00EC5293" w:rsidRDefault="00EC5293"/>
              </w:txbxContent>
            </v:textbox>
            <w10:wrap anchorx="page" anchory="page"/>
          </v:shape>
        </w:pict>
      </w:r>
      <w:r w:rsidR="00AC7BFD">
        <w:br w:type="page"/>
      </w:r>
    </w:p>
    <w:p w:rsidR="00AC7BFD" w:rsidRDefault="00300549">
      <w:r>
        <w:rPr>
          <w:noProof/>
          <w:lang w:eastAsia="zh-TW"/>
        </w:rPr>
        <w:lastRenderedPageBreak/>
        <w:pict>
          <v:shape id="_x0000_s1045" type="#_x0000_t202" style="position:absolute;margin-left:502.5pt;margin-top:-37.25pt;width:208.15pt;height:500pt;z-index:251689984;mso-width-relative:margin;mso-height-relative:margin" fillcolor="#c0504d [3205]" stroked="f" strokeweight="0">
            <v:fill color2="#923633 [2373]" focusposition=".5,.5" focussize="" focus="100%" type="gradientRadial"/>
            <v:shadow on="t" type="perspective" color="#622423 [1605]" offset="1pt" offset2="-3pt"/>
            <v:textbox>
              <w:txbxContent>
                <w:p w:rsidR="00300549" w:rsidRPr="00300549" w:rsidRDefault="00300549" w:rsidP="00300549">
                  <w:pPr>
                    <w:jc w:val="center"/>
                    <w:rPr>
                      <w:rFonts w:ascii="CAC Pinafore" w:hAnsi="CAC Pinafore"/>
                      <w:color w:val="FFFFFF" w:themeColor="background1"/>
                      <w:sz w:val="56"/>
                      <w:szCs w:val="56"/>
                    </w:rPr>
                  </w:pPr>
                  <w:r w:rsidRPr="00300549">
                    <w:rPr>
                      <w:rFonts w:ascii="CAC Pinafore" w:hAnsi="CAC Pinafore"/>
                      <w:color w:val="FFFFFF" w:themeColor="background1"/>
                      <w:sz w:val="56"/>
                      <w:szCs w:val="56"/>
                      <w:highlight w:val="red"/>
                    </w:rPr>
                    <w:t>Outdoor Activities</w:t>
                  </w:r>
                </w:p>
                <w:p w:rsidR="00300549" w:rsidRPr="00CB308A" w:rsidRDefault="00300549" w:rsidP="00300549">
                  <w:pPr>
                    <w:rPr>
                      <w:sz w:val="18"/>
                      <w:szCs w:val="18"/>
                    </w:rPr>
                  </w:pPr>
                  <w:r>
                    <w:tab/>
                  </w:r>
                </w:p>
                <w:p w:rsidR="00300549" w:rsidRDefault="00300549" w:rsidP="00300549">
                  <w:pPr>
                    <w:rPr>
                      <w:sz w:val="20"/>
                      <w:szCs w:val="2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036368" cy="2715016"/>
                        <wp:effectExtent l="247650" t="228600" r="230582" b="218684"/>
                        <wp:docPr id="63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hgfh.jp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44213" cy="2725475"/>
                                </a:xfrm>
                                <a:prstGeom prst="rect">
                                  <a:avLst/>
                                </a:prstGeom>
                                <a:ln w="228600" cap="sq" cmpd="thickThin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</a:ln>
                                <a:effectLst>
                                  <a:innerShdw blurRad="76200">
                                    <a:srgbClr val="000000"/>
                                  </a:inn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00549" w:rsidRDefault="00300549" w:rsidP="00300549">
                  <w:pPr>
                    <w:ind w:firstLine="720"/>
                    <w:rPr>
                      <w:sz w:val="20"/>
                      <w:szCs w:val="20"/>
                    </w:rPr>
                  </w:pPr>
                </w:p>
                <w:p w:rsidR="00300549" w:rsidRPr="00300549" w:rsidRDefault="00300549" w:rsidP="00300549">
                  <w:pPr>
                    <w:ind w:firstLine="720"/>
                  </w:pPr>
                </w:p>
                <w:p w:rsidR="00300549" w:rsidRPr="00300549" w:rsidRDefault="00300549" w:rsidP="00300549">
                  <w:pPr>
                    <w:ind w:firstLine="720"/>
                  </w:pPr>
                  <w:r w:rsidRPr="00300549">
                    <w:t>In France there are many outdoor activities one could partake in such as biking, walking (shopping) and much more.  Many of these activities are a great way to truly see France.  For example the River Boat tour through Paris down the Seine River.</w:t>
                  </w:r>
                </w:p>
                <w:p w:rsidR="00300549" w:rsidRPr="00300549" w:rsidRDefault="00300549" w:rsidP="00300549">
                  <w:r w:rsidRPr="00300549">
                    <w:tab/>
                    <w:t>If you would rather just watch an outdoor event or sport there is the Tour De France in July</w:t>
                  </w:r>
                </w:p>
              </w:txbxContent>
            </v:textbox>
          </v:shape>
        </w:pict>
      </w:r>
      <w:r w:rsidR="00A773B8">
        <w:rPr>
          <w:noProof/>
          <w:lang w:eastAsia="zh-TW"/>
        </w:rPr>
        <w:pict>
          <v:shape id="_x0000_s1044" type="#_x0000_t202" style="position:absolute;margin-left:0;margin-top:-38pt;width:251pt;height:500.25pt;z-index:251687936;mso-position-horizontal:center;mso-width-relative:margin;mso-height-relative:margin" fillcolor="white [3201]" strokecolor="#4f81bd [3204]" strokeweight="1pt">
            <v:stroke dashstyle="dash"/>
            <v:shadow color="#868686"/>
            <v:textbox>
              <w:txbxContent>
                <w:p w:rsidR="00A773B8" w:rsidRPr="0068371A" w:rsidRDefault="00A773B8" w:rsidP="00A773B8">
                  <w:pPr>
                    <w:jc w:val="center"/>
                    <w:rPr>
                      <w:rFonts w:ascii="CAC Pinafore" w:hAnsi="CAC Pinafore" w:cs="Andalus"/>
                      <w:color w:val="FFFFFF" w:themeColor="background1"/>
                      <w:sz w:val="72"/>
                      <w:szCs w:val="72"/>
                    </w:rPr>
                  </w:pPr>
                  <w:r w:rsidRPr="0068371A">
                    <w:rPr>
                      <w:rFonts w:ascii="CAC Pinafore" w:hAnsi="CAC Pinafore" w:cs="Andalus"/>
                      <w:color w:val="FFFFFF" w:themeColor="background1"/>
                      <w:sz w:val="72"/>
                      <w:szCs w:val="72"/>
                      <w:highlight w:val="blue"/>
                    </w:rPr>
                    <w:t>Attractions</w:t>
                  </w:r>
                </w:p>
                <w:p w:rsidR="0068371A" w:rsidRPr="00300549" w:rsidRDefault="0068371A" w:rsidP="006A0F89">
                  <w:pPr>
                    <w:pStyle w:val="Address"/>
                    <w:rPr>
                      <w:rStyle w:val="Ornaments"/>
                      <w:rFonts w:ascii="Trebuchet MS" w:hAnsi="Trebuchet MS" w:cs="Andalus"/>
                      <w:color w:val="000000"/>
                      <w:sz w:val="28"/>
                      <w:szCs w:val="28"/>
                    </w:rPr>
                  </w:pPr>
                </w:p>
                <w:p w:rsidR="006A0F89" w:rsidRPr="00300549" w:rsidRDefault="006A0F89" w:rsidP="006A0F89">
                  <w:pPr>
                    <w:pStyle w:val="Address"/>
                    <w:rPr>
                      <w:rStyle w:val="Ornaments"/>
                      <w:rFonts w:ascii="Trebuchet MS" w:hAnsi="Trebuchet MS" w:cs="Andalus"/>
                      <w:color w:val="000000"/>
                      <w:sz w:val="28"/>
                      <w:szCs w:val="28"/>
                    </w:rPr>
                  </w:pPr>
                  <w:r w:rsidRPr="00300549">
                    <w:rPr>
                      <w:rStyle w:val="Ornaments"/>
                      <w:rFonts w:ascii="Trebuchet MS" w:hAnsi="Trebuchet MS" w:cs="Andalus"/>
                      <w:color w:val="000000"/>
                      <w:sz w:val="28"/>
                      <w:szCs w:val="28"/>
                    </w:rPr>
                    <w:t xml:space="preserve">While traveling through Paris, France, take the time to visit some of the amazing landmarks, museums, historic attractions and such as: </w:t>
                  </w:r>
                </w:p>
                <w:p w:rsidR="0068371A" w:rsidRPr="00300549" w:rsidRDefault="0068371A" w:rsidP="006A0F89">
                  <w:pPr>
                    <w:pStyle w:val="Address"/>
                    <w:rPr>
                      <w:rStyle w:val="Ornaments"/>
                      <w:rFonts w:ascii="Trebuchet MS" w:hAnsi="Trebuchet MS" w:cs="Andalus"/>
                      <w:color w:val="000000"/>
                      <w:sz w:val="28"/>
                      <w:szCs w:val="28"/>
                    </w:rPr>
                  </w:pPr>
                </w:p>
                <w:p w:rsidR="00A773B8" w:rsidRPr="00300549" w:rsidRDefault="00A773B8" w:rsidP="00A773B8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cs="Andalus"/>
                      <w:sz w:val="28"/>
                      <w:szCs w:val="28"/>
                    </w:rPr>
                  </w:pPr>
                  <w:r w:rsidRPr="00300549">
                    <w:rPr>
                      <w:rFonts w:cs="Andalus"/>
                      <w:sz w:val="28"/>
                      <w:szCs w:val="28"/>
                    </w:rPr>
                    <w:t>The Louvre</w:t>
                  </w:r>
                </w:p>
                <w:p w:rsidR="00A773B8" w:rsidRPr="00300549" w:rsidRDefault="00A773B8" w:rsidP="00A773B8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cs="Andalus"/>
                      <w:sz w:val="28"/>
                      <w:szCs w:val="28"/>
                    </w:rPr>
                  </w:pPr>
                  <w:r w:rsidRPr="00300549">
                    <w:rPr>
                      <w:rFonts w:cs="Andalus"/>
                      <w:sz w:val="28"/>
                      <w:szCs w:val="28"/>
                    </w:rPr>
                    <w:t>Eiffel Tour</w:t>
                  </w:r>
                </w:p>
                <w:p w:rsidR="00A773B8" w:rsidRPr="00300549" w:rsidRDefault="00A773B8" w:rsidP="00A773B8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cs="Andalus"/>
                      <w:sz w:val="28"/>
                      <w:szCs w:val="28"/>
                    </w:rPr>
                  </w:pPr>
                  <w:r w:rsidRPr="00300549">
                    <w:rPr>
                      <w:rFonts w:cs="Andalus"/>
                      <w:sz w:val="28"/>
                      <w:szCs w:val="28"/>
                    </w:rPr>
                    <w:t>Disneyland</w:t>
                  </w:r>
                </w:p>
                <w:p w:rsidR="00A773B8" w:rsidRPr="00300549" w:rsidRDefault="00A773B8" w:rsidP="00A773B8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cs="Andalus"/>
                      <w:sz w:val="28"/>
                      <w:szCs w:val="28"/>
                    </w:rPr>
                  </w:pPr>
                  <w:proofErr w:type="spellStart"/>
                  <w:r w:rsidRPr="00300549">
                    <w:rPr>
                      <w:rFonts w:cs="Andalus"/>
                      <w:sz w:val="28"/>
                      <w:szCs w:val="28"/>
                    </w:rPr>
                    <w:t>Musee</w:t>
                  </w:r>
                  <w:proofErr w:type="spellEnd"/>
                  <w:r w:rsidRPr="00300549">
                    <w:rPr>
                      <w:rFonts w:cs="Andalus"/>
                      <w:sz w:val="28"/>
                      <w:szCs w:val="28"/>
                    </w:rPr>
                    <w:t xml:space="preserve"> d’Orsay</w:t>
                  </w:r>
                </w:p>
                <w:p w:rsidR="006F1896" w:rsidRDefault="00463D00" w:rsidP="006F189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cs="Andalus"/>
                      <w:sz w:val="28"/>
                      <w:szCs w:val="28"/>
                    </w:rPr>
                  </w:pPr>
                  <w:r w:rsidRPr="00300549">
                    <w:rPr>
                      <w:rFonts w:cs="Andalus"/>
                      <w:sz w:val="28"/>
                      <w:szCs w:val="28"/>
                    </w:rPr>
                    <w:t>Notre Dame</w:t>
                  </w:r>
                </w:p>
                <w:p w:rsidR="006F1896" w:rsidRDefault="006F1896" w:rsidP="006F189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cs="Andalus"/>
                      <w:sz w:val="28"/>
                      <w:szCs w:val="28"/>
                    </w:rPr>
                  </w:pPr>
                  <w:r>
                    <w:rPr>
                      <w:rFonts w:cs="Andalus"/>
                      <w:sz w:val="28"/>
                      <w:szCs w:val="28"/>
                    </w:rPr>
                    <w:t xml:space="preserve">Arc de </w:t>
                  </w:r>
                  <w:proofErr w:type="spellStart"/>
                  <w:r>
                    <w:rPr>
                      <w:rFonts w:cs="Andalus"/>
                      <w:sz w:val="28"/>
                      <w:szCs w:val="28"/>
                    </w:rPr>
                    <w:t>Triomphe</w:t>
                  </w:r>
                  <w:proofErr w:type="spellEnd"/>
                  <w:r>
                    <w:rPr>
                      <w:rFonts w:cs="Andalus"/>
                      <w:sz w:val="28"/>
                      <w:szCs w:val="28"/>
                    </w:rPr>
                    <w:t xml:space="preserve"> </w:t>
                  </w:r>
                </w:p>
                <w:p w:rsidR="006F1896" w:rsidRDefault="006F1896" w:rsidP="006F189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cs="Andalus"/>
                      <w:sz w:val="28"/>
                      <w:szCs w:val="28"/>
                    </w:rPr>
                  </w:pPr>
                  <w:r>
                    <w:rPr>
                      <w:rFonts w:cs="Andalus"/>
                      <w:sz w:val="28"/>
                      <w:szCs w:val="28"/>
                    </w:rPr>
                    <w:t xml:space="preserve">A day of wine Tasting </w:t>
                  </w:r>
                </w:p>
                <w:p w:rsidR="006F1896" w:rsidRPr="006F1896" w:rsidRDefault="006F1896" w:rsidP="006F189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Style w:val="Strong"/>
                      <w:rFonts w:cs="Andalus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cs="Andalus"/>
                      <w:sz w:val="28"/>
                      <w:szCs w:val="28"/>
                    </w:rPr>
                    <w:t xml:space="preserve">Latin </w:t>
                  </w:r>
                  <w:proofErr w:type="spellStart"/>
                  <w:r>
                    <w:rPr>
                      <w:rFonts w:cs="Andalus"/>
                      <w:sz w:val="28"/>
                      <w:szCs w:val="28"/>
                    </w:rPr>
                    <w:t>Quater</w:t>
                  </w:r>
                  <w:proofErr w:type="spellEnd"/>
                </w:p>
                <w:p w:rsidR="006A0F89" w:rsidRPr="006A0F89" w:rsidRDefault="006A0F89" w:rsidP="006A0F89">
                  <w:pPr>
                    <w:pStyle w:val="ListParagraph"/>
                    <w:rPr>
                      <w:rStyle w:val="Strong"/>
                      <w:bCs w:val="0"/>
                      <w:sz w:val="20"/>
                      <w:szCs w:val="20"/>
                    </w:rPr>
                  </w:pPr>
                </w:p>
                <w:p w:rsidR="006A0F89" w:rsidRPr="006A0F89" w:rsidRDefault="006A0F89" w:rsidP="006A0F89">
                  <w:pPr>
                    <w:jc w:val="center"/>
                    <w:rPr>
                      <w:rStyle w:val="Strong"/>
                      <w:bCs w:val="0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884384" cy="2512377"/>
                        <wp:effectExtent l="76200" t="57150" r="58716" b="1011873"/>
                        <wp:docPr id="45" name="Picture 44" descr="France and London 04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rance and London 040.JP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91543" cy="2521922"/>
                                </a:xfrm>
                                <a:prstGeom prst="ellipse">
                                  <a:avLst/>
                                </a:prstGeom>
                                <a:ln w="63500" cap="rnd">
                                  <a:solidFill>
                                    <a:srgbClr val="333333"/>
                                  </a:solidFill>
                                </a:ln>
                                <a:effectLst>
                                  <a:outerShdw blurRad="381000" dist="292100" dir="5400000" sx="-80000" sy="-18000" rotWithShape="0">
                                    <a:srgbClr val="000000">
                                      <a:alpha val="22000"/>
                                    </a:srgbClr>
                                  </a:outerShdw>
                                </a:effectLst>
                                <a:scene3d>
                                  <a:camera prst="orthographicFront"/>
                                  <a:lightRig rig="contrasting" dir="t">
                                    <a:rot lat="0" lon="0" rev="3000000"/>
                                  </a:lightRig>
                                </a:scene3d>
                                <a:sp3d contourW="7620">
                                  <a:bevelT w="95250" h="31750"/>
                                  <a:contourClr>
                                    <a:srgbClr val="333333"/>
                                  </a:contour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A0F89" w:rsidRPr="006A0F89" w:rsidRDefault="006A0F89" w:rsidP="006A0F89">
                  <w:pPr>
                    <w:pStyle w:val="ListParagraph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5F5EFF">
        <w:rPr>
          <w:noProof/>
          <w:lang w:eastAsia="zh-TW"/>
        </w:rPr>
        <w:pict>
          <v:shape id="_x0000_s1043" type="#_x0000_t202" style="position:absolute;margin-left:15.75pt;margin-top:-37.5pt;width:197.25pt;height:500.25pt;z-index:251685888;mso-width-relative:margin;mso-height-relative:margin" fillcolor="#4f81bd [3204]" stroked="f" strokeweight="0">
            <v:fill color2="#365e8f [2372]" focusposition=".5,.5" focussize="" focus="100%" type="gradientRadial"/>
            <v:shadow on="t" type="perspective" color="#243f60 [1604]" offset="1pt" offset2="-3pt"/>
            <v:textbox>
              <w:txbxContent>
                <w:p w:rsidR="00A773B8" w:rsidRDefault="00224C68" w:rsidP="00A773B8">
                  <w:pPr>
                    <w:jc w:val="center"/>
                    <w:rPr>
                      <w:rFonts w:ascii="CAC Pinafore" w:hAnsi="CAC Pinafore"/>
                      <w:color w:val="FFFFFF" w:themeColor="background1"/>
                      <w:sz w:val="20"/>
                      <w:szCs w:val="20"/>
                    </w:rPr>
                  </w:pPr>
                  <w:r w:rsidRPr="00224C68">
                    <w:rPr>
                      <w:rFonts w:ascii="CAC Pinafore" w:hAnsi="CAC Pinafore"/>
                      <w:color w:val="FFFFFF" w:themeColor="background1"/>
                      <w:sz w:val="52"/>
                      <w:szCs w:val="52"/>
                      <w:highlight w:val="red"/>
                    </w:rPr>
                    <w:t>Language and Culture</w:t>
                  </w:r>
                  <w:r w:rsidRPr="00224C68">
                    <w:rPr>
                      <w:rFonts w:ascii="CAC Pinafore" w:hAnsi="CAC Pinafore"/>
                      <w:color w:val="FFFFFF" w:themeColor="background1"/>
                      <w:sz w:val="52"/>
                      <w:szCs w:val="52"/>
                    </w:rPr>
                    <w:t xml:space="preserve"> </w:t>
                  </w:r>
                </w:p>
                <w:p w:rsidR="00224C68" w:rsidRDefault="00224C68" w:rsidP="00A773B8">
                  <w:pPr>
                    <w:jc w:val="center"/>
                    <w:rPr>
                      <w:rFonts w:ascii="CAC Pinafore" w:hAnsi="CAC Pinafore"/>
                      <w:color w:val="FFFFFF" w:themeColor="background1"/>
                      <w:sz w:val="20"/>
                      <w:szCs w:val="20"/>
                    </w:rPr>
                  </w:pPr>
                </w:p>
                <w:p w:rsidR="00224C68" w:rsidRPr="000A7470" w:rsidRDefault="00224C68" w:rsidP="00224C68">
                  <w:pPr>
                    <w:rPr>
                      <w:sz w:val="28"/>
                      <w:szCs w:val="28"/>
                    </w:rPr>
                  </w:pPr>
                  <w:r w:rsidRPr="000A7470">
                    <w:rPr>
                      <w:rFonts w:ascii="CAC Pinafore" w:hAnsi="CAC Pinafore"/>
                      <w:color w:val="FFFFFF" w:themeColor="background1"/>
                      <w:sz w:val="28"/>
                      <w:szCs w:val="28"/>
                    </w:rPr>
                    <w:tab/>
                  </w:r>
                  <w:r w:rsidRPr="000A7470">
                    <w:rPr>
                      <w:sz w:val="28"/>
                      <w:szCs w:val="28"/>
                    </w:rPr>
                    <w:t>The official language in France is French, and most people in Paris speak French.</w:t>
                  </w:r>
                </w:p>
                <w:p w:rsidR="00224C68" w:rsidRDefault="00300549" w:rsidP="00224C68">
                  <w:pPr>
                    <w:rPr>
                      <w:sz w:val="28"/>
                      <w:szCs w:val="28"/>
                    </w:rPr>
                  </w:pPr>
                  <w:r w:rsidRPr="000A7470">
                    <w:rPr>
                      <w:sz w:val="28"/>
                      <w:szCs w:val="28"/>
                    </w:rPr>
                    <w:tab/>
                    <w:t xml:space="preserve">Frances culture consists of food and Art.  France is home to the world’s largest art museum, The </w:t>
                  </w:r>
                  <w:proofErr w:type="spellStart"/>
                  <w:r w:rsidRPr="000A7470">
                    <w:rPr>
                      <w:sz w:val="28"/>
                      <w:szCs w:val="28"/>
                    </w:rPr>
                    <w:t>Lovre</w:t>
                  </w:r>
                  <w:proofErr w:type="spellEnd"/>
                  <w:r w:rsidRPr="000A7470">
                    <w:rPr>
                      <w:sz w:val="28"/>
                      <w:szCs w:val="28"/>
                    </w:rPr>
                    <w:t xml:space="preserve">, which holds Leonardo </w:t>
                  </w:r>
                  <w:proofErr w:type="spellStart"/>
                  <w:r w:rsidRPr="000A7470">
                    <w:rPr>
                      <w:sz w:val="28"/>
                      <w:szCs w:val="28"/>
                    </w:rPr>
                    <w:t>Da</w:t>
                  </w:r>
                  <w:proofErr w:type="spellEnd"/>
                  <w:r w:rsidRPr="000A7470">
                    <w:rPr>
                      <w:sz w:val="28"/>
                      <w:szCs w:val="28"/>
                    </w:rPr>
                    <w:t xml:space="preserve"> Vinci’s Mona Lisa, a section of Jacques Louis David, and the Venus De Milo.  Parisian food consists of cheeses, breads, escargot, </w:t>
                  </w:r>
                  <w:proofErr w:type="spellStart"/>
                  <w:r w:rsidRPr="000A7470">
                    <w:rPr>
                      <w:sz w:val="28"/>
                      <w:szCs w:val="28"/>
                    </w:rPr>
                    <w:t>croque</w:t>
                  </w:r>
                  <w:proofErr w:type="spellEnd"/>
                  <w:r w:rsidRPr="000A7470">
                    <w:rPr>
                      <w:sz w:val="28"/>
                      <w:szCs w:val="28"/>
                    </w:rPr>
                    <w:t xml:space="preserve"> monsieur, wine, and much more.   </w:t>
                  </w:r>
                </w:p>
                <w:p w:rsidR="006F1896" w:rsidRPr="000A7470" w:rsidRDefault="006F1896" w:rsidP="00224C68">
                  <w:pPr>
                    <w:rPr>
                      <w:sz w:val="28"/>
                      <w:szCs w:val="28"/>
                    </w:rPr>
                  </w:pPr>
                </w:p>
                <w:p w:rsidR="00224C68" w:rsidRPr="00224C68" w:rsidRDefault="00224C68" w:rsidP="00224C68">
                  <w:pPr>
                    <w:rPr>
                      <w:rFonts w:ascii="CAC Pinafore" w:hAnsi="CAC Pinafore"/>
                      <w:sz w:val="20"/>
                      <w:szCs w:val="20"/>
                    </w:rPr>
                  </w:pPr>
                  <w:r>
                    <w:rPr>
                      <w:rFonts w:ascii="CAC Pinafore" w:hAnsi="CAC Pinafore"/>
                      <w:sz w:val="20"/>
                      <w:szCs w:val="20"/>
                    </w:rPr>
                    <w:tab/>
                  </w:r>
                </w:p>
                <w:p w:rsidR="00224C68" w:rsidRPr="00224C68" w:rsidRDefault="006F1896" w:rsidP="006F1896">
                  <w:pPr>
                    <w:jc w:val="center"/>
                    <w:rPr>
                      <w:rFonts w:ascii="CAC Pinafore" w:hAnsi="CAC Pinafore"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322195" cy="1542401"/>
                        <wp:effectExtent l="19050" t="0" r="1905" b="0"/>
                        <wp:docPr id="69" name="Picture 8" descr="http://simplyrecipes.com/photos/croque-monsieu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simplyrecipes.com/photos/croque-monsieu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2195" cy="15424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C7BFD" w:rsidRDefault="00AC7BFD"/>
    <w:p w:rsidR="00AC7BFD" w:rsidRDefault="00AC7BFD"/>
    <w:p w:rsidR="00AC7BFD" w:rsidRDefault="00AC7BFD"/>
    <w:p w:rsidR="00AC7BFD" w:rsidRDefault="00AC7BFD"/>
    <w:p w:rsidR="00AC7BFD" w:rsidRDefault="00AC7BFD"/>
    <w:p w:rsidR="00AC7BFD" w:rsidRDefault="00AC7BFD"/>
    <w:p w:rsidR="00AC7BFD" w:rsidRDefault="00AC7BFD"/>
    <w:p w:rsidR="00AC7BFD" w:rsidRDefault="00AC7BFD"/>
    <w:p w:rsidR="00AC7BFD" w:rsidRDefault="00AC7BFD"/>
    <w:p w:rsidR="00AC7BFD" w:rsidRDefault="00AC7BFD"/>
    <w:p w:rsidR="00AC7BFD" w:rsidRDefault="00AC7BFD"/>
    <w:p w:rsidR="00AC7BFD" w:rsidRDefault="00AC7BFD"/>
    <w:p w:rsidR="00AC7BFD" w:rsidRDefault="00AC7BFD"/>
    <w:p w:rsidR="00AC7BFD" w:rsidRDefault="00AC7BFD"/>
    <w:p w:rsidR="00AC7BFD" w:rsidRDefault="00AC7BFD"/>
    <w:p w:rsidR="00AC7BFD" w:rsidRDefault="00AC7BFD"/>
    <w:p w:rsidR="00AC7BFD" w:rsidRDefault="00AC7BFD"/>
    <w:p w:rsidR="00AC7BFD" w:rsidRDefault="00AC7BFD"/>
    <w:p w:rsidR="00AC7BFD" w:rsidRDefault="00AC7BFD"/>
    <w:p w:rsidR="00AC7BFD" w:rsidRDefault="00101D01">
      <w:pPr>
        <w:rPr>
          <w:noProof/>
        </w:rPr>
      </w:pPr>
      <w:r>
        <w:rPr>
          <w:noProof/>
        </w:rPr>
        <w:pict>
          <v:shape id="Text Box 292" o:spid="_x0000_s1035" type="#_x0000_t202" style="position:absolute;margin-left:75.05pt;margin-top:392.2pt;width:133.85pt;height:137.7pt;z-index:251660288;visibility:visible;mso-wrap-style:non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" stroked="f">
            <v:textbox style="mso-fit-shape-to-text:t">
              <w:txbxContent>
                <w:p w:rsidR="00EC5293" w:rsidRPr="00EC5293" w:rsidRDefault="00EC5293" w:rsidP="003869C2"/>
              </w:txbxContent>
            </v:textbox>
            <w10:wrap anchorx="page" anchory="page"/>
          </v:shape>
        </w:pict>
      </w:r>
    </w:p>
    <w:p w:rsidR="00AC7BFD" w:rsidRDefault="00AC7BFD"/>
    <w:sectPr w:rsidR="00AC7BFD" w:rsidSect="00A06340">
      <w:pgSz w:w="15840" w:h="12240" w:orient="landscape"/>
      <w:pgMar w:top="1800" w:right="720" w:bottom="1800" w:left="720" w:header="0" w:footer="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B72" w:rsidRDefault="00E21B72">
      <w:r>
        <w:separator/>
      </w:r>
    </w:p>
  </w:endnote>
  <w:endnote w:type="continuationSeparator" w:id="0">
    <w:p w:rsidR="00E21B72" w:rsidRDefault="00E21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chi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Bodoni Ornaments ITC T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C Pinafor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B72" w:rsidRDefault="00E21B72">
      <w:r>
        <w:separator/>
      </w:r>
    </w:p>
  </w:footnote>
  <w:footnote w:type="continuationSeparator" w:id="0">
    <w:p w:rsidR="00E21B72" w:rsidRDefault="00E21B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9" type="#_x0000_t75" style="width:77.9pt;height:143pt" o:bullet="t">
        <v:imagedata r:id="rId1" o:title="MC900383688[1]"/>
      </v:shape>
    </w:pict>
  </w:numPicBullet>
  <w:abstractNum w:abstractNumId="0">
    <w:nsid w:val="1028045C"/>
    <w:multiLevelType w:val="hybridMultilevel"/>
    <w:tmpl w:val="E2929E58"/>
    <w:lvl w:ilvl="0" w:tplc="CC1CC28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7D46A4"/>
    <w:multiLevelType w:val="hybridMultilevel"/>
    <w:tmpl w:val="7B701916"/>
    <w:lvl w:ilvl="0" w:tplc="874629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6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>
      <o:colormenu v:ext="edit" strokecolor="none [1951]"/>
    </o:shapedefaults>
  </w:hdrShapeDefaults>
  <w:footnotePr>
    <w:footnote w:id="-1"/>
    <w:footnote w:id="0"/>
  </w:footnotePr>
  <w:endnotePr>
    <w:endnote w:id="-1"/>
    <w:endnote w:id="0"/>
  </w:endnotePr>
  <w:compat/>
  <w:rsids>
    <w:rsidRoot w:val="00A06340"/>
    <w:rsid w:val="000100CC"/>
    <w:rsid w:val="000A7470"/>
    <w:rsid w:val="000C2D9A"/>
    <w:rsid w:val="000D317D"/>
    <w:rsid w:val="00101D01"/>
    <w:rsid w:val="00105928"/>
    <w:rsid w:val="00113AAB"/>
    <w:rsid w:val="00184FEE"/>
    <w:rsid w:val="001A1CE7"/>
    <w:rsid w:val="001B7F40"/>
    <w:rsid w:val="00224C68"/>
    <w:rsid w:val="002B474B"/>
    <w:rsid w:val="002C4F65"/>
    <w:rsid w:val="00300549"/>
    <w:rsid w:val="00305373"/>
    <w:rsid w:val="00316978"/>
    <w:rsid w:val="00351B8F"/>
    <w:rsid w:val="00363247"/>
    <w:rsid w:val="003869C2"/>
    <w:rsid w:val="00450013"/>
    <w:rsid w:val="00463D00"/>
    <w:rsid w:val="00472D2B"/>
    <w:rsid w:val="004875DD"/>
    <w:rsid w:val="00492534"/>
    <w:rsid w:val="00547C02"/>
    <w:rsid w:val="00553C70"/>
    <w:rsid w:val="0055570A"/>
    <w:rsid w:val="005606C4"/>
    <w:rsid w:val="005B056B"/>
    <w:rsid w:val="005C560C"/>
    <w:rsid w:val="005F269A"/>
    <w:rsid w:val="005F5EFF"/>
    <w:rsid w:val="0061443D"/>
    <w:rsid w:val="00621258"/>
    <w:rsid w:val="006245B1"/>
    <w:rsid w:val="0068371A"/>
    <w:rsid w:val="006A0F89"/>
    <w:rsid w:val="006B3462"/>
    <w:rsid w:val="006B7CAB"/>
    <w:rsid w:val="006D11F5"/>
    <w:rsid w:val="006F1896"/>
    <w:rsid w:val="00765F24"/>
    <w:rsid w:val="007859C6"/>
    <w:rsid w:val="007D3609"/>
    <w:rsid w:val="00905F26"/>
    <w:rsid w:val="00956369"/>
    <w:rsid w:val="00963B26"/>
    <w:rsid w:val="009A4458"/>
    <w:rsid w:val="009E2D16"/>
    <w:rsid w:val="00A06340"/>
    <w:rsid w:val="00A2307F"/>
    <w:rsid w:val="00A30E5E"/>
    <w:rsid w:val="00A31964"/>
    <w:rsid w:val="00A46A65"/>
    <w:rsid w:val="00A773B8"/>
    <w:rsid w:val="00AC7BFD"/>
    <w:rsid w:val="00B02BFA"/>
    <w:rsid w:val="00B10E3E"/>
    <w:rsid w:val="00B1628C"/>
    <w:rsid w:val="00B266AC"/>
    <w:rsid w:val="00BA3AFE"/>
    <w:rsid w:val="00BD6ECC"/>
    <w:rsid w:val="00C0295B"/>
    <w:rsid w:val="00CA68F1"/>
    <w:rsid w:val="00CA7FF8"/>
    <w:rsid w:val="00CB308A"/>
    <w:rsid w:val="00D469E7"/>
    <w:rsid w:val="00D90CB2"/>
    <w:rsid w:val="00DB46C3"/>
    <w:rsid w:val="00DD6258"/>
    <w:rsid w:val="00E049DE"/>
    <w:rsid w:val="00E21B72"/>
    <w:rsid w:val="00E374B2"/>
    <w:rsid w:val="00EC5293"/>
    <w:rsid w:val="00EE28B3"/>
    <w:rsid w:val="00F04FD9"/>
    <w:rsid w:val="00F20B86"/>
    <w:rsid w:val="00F360A2"/>
    <w:rsid w:val="00F411D8"/>
    <w:rsid w:val="00FC4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strokecolor="none [195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1D8"/>
    <w:rPr>
      <w:rFonts w:ascii="Trebuchet MS" w:hAnsi="Trebuchet MS"/>
      <w:sz w:val="24"/>
      <w:szCs w:val="24"/>
    </w:rPr>
  </w:style>
  <w:style w:type="paragraph" w:styleId="Heading1">
    <w:name w:val="heading 1"/>
    <w:basedOn w:val="Normal"/>
    <w:next w:val="Normal"/>
    <w:qFormat/>
    <w:rsid w:val="00450013"/>
    <w:pPr>
      <w:keepNext/>
      <w:outlineLvl w:val="0"/>
    </w:pPr>
    <w:rPr>
      <w:rFonts w:eastAsia="Times New Roman"/>
      <w:b/>
      <w:color w:val="993300"/>
      <w:sz w:val="44"/>
      <w:szCs w:val="44"/>
    </w:rPr>
  </w:style>
  <w:style w:type="paragraph" w:styleId="Heading2">
    <w:name w:val="heading 2"/>
    <w:basedOn w:val="Heading1"/>
    <w:next w:val="Normal"/>
    <w:qFormat/>
    <w:rsid w:val="00F20B86"/>
    <w:pPr>
      <w:jc w:val="both"/>
      <w:outlineLvl w:val="1"/>
    </w:pPr>
    <w:rPr>
      <w:color w:val="auto"/>
      <w:sz w:val="40"/>
      <w:szCs w:val="40"/>
    </w:rPr>
  </w:style>
  <w:style w:type="paragraph" w:styleId="Heading3">
    <w:name w:val="heading 3"/>
    <w:basedOn w:val="Normal"/>
    <w:next w:val="Normal"/>
    <w:qFormat/>
    <w:rsid w:val="00101D01"/>
    <w:pPr>
      <w:keepNext/>
      <w:spacing w:before="240" w:after="60"/>
      <w:outlineLvl w:val="2"/>
    </w:pPr>
    <w:rPr>
      <w:rFonts w:ascii="Comic Sans MS" w:hAnsi="Comic Sans MS"/>
      <w:color w:val="4517C5"/>
      <w:sz w:val="26"/>
    </w:rPr>
  </w:style>
  <w:style w:type="paragraph" w:styleId="Heading4">
    <w:name w:val="heading 4"/>
    <w:basedOn w:val="Normal"/>
    <w:next w:val="Normal"/>
    <w:qFormat/>
    <w:rsid w:val="00101D01"/>
    <w:pPr>
      <w:keepNext/>
      <w:spacing w:before="240" w:after="60"/>
      <w:outlineLvl w:val="3"/>
    </w:pPr>
    <w:rPr>
      <w:rFonts w:ascii="Comic Sans MS" w:hAnsi="Comic Sans MS"/>
      <w:color w:val="003300"/>
      <w:sz w:val="28"/>
    </w:rPr>
  </w:style>
  <w:style w:type="paragraph" w:styleId="Heading5">
    <w:name w:val="heading 5"/>
    <w:basedOn w:val="Normal"/>
    <w:next w:val="Normal"/>
    <w:qFormat/>
    <w:rsid w:val="00101D01"/>
    <w:pPr>
      <w:spacing w:before="240" w:after="60"/>
      <w:outlineLvl w:val="4"/>
    </w:pPr>
    <w:rPr>
      <w:rFonts w:ascii="Comic Sans MS" w:hAnsi="Comic Sans MS"/>
      <w:color w:val="003300"/>
      <w:sz w:val="26"/>
    </w:rPr>
  </w:style>
  <w:style w:type="paragraph" w:styleId="Heading6">
    <w:name w:val="heading 6"/>
    <w:basedOn w:val="Normal"/>
    <w:next w:val="Normal"/>
    <w:qFormat/>
    <w:rsid w:val="00101D01"/>
    <w:pPr>
      <w:spacing w:before="240" w:after="60"/>
      <w:outlineLvl w:val="5"/>
    </w:pPr>
    <w:rPr>
      <w:b/>
      <w:color w:val="0033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869C2"/>
    <w:pPr>
      <w:tabs>
        <w:tab w:val="center" w:pos="4320"/>
        <w:tab w:val="right" w:pos="8640"/>
      </w:tabs>
    </w:pPr>
  </w:style>
  <w:style w:type="paragraph" w:customStyle="1" w:styleId="Address2">
    <w:name w:val="Address 2"/>
    <w:basedOn w:val="Normal"/>
    <w:rsid w:val="00101D01"/>
    <w:pPr>
      <w:spacing w:line="280" w:lineRule="atLeast"/>
    </w:pPr>
    <w:rPr>
      <w:rFonts w:eastAsia="Times New Roman"/>
      <w:b/>
      <w:caps/>
      <w:sz w:val="20"/>
    </w:rPr>
  </w:style>
  <w:style w:type="paragraph" w:customStyle="1" w:styleId="Address1">
    <w:name w:val="Address 1"/>
    <w:basedOn w:val="Normal"/>
    <w:rsid w:val="00101D01"/>
    <w:pPr>
      <w:spacing w:line="240" w:lineRule="atLeast"/>
    </w:pPr>
    <w:rPr>
      <w:rFonts w:eastAsia="Times New Roman"/>
      <w:sz w:val="20"/>
    </w:rPr>
  </w:style>
  <w:style w:type="paragraph" w:customStyle="1" w:styleId="AddressCorrection">
    <w:name w:val="Address Correction"/>
    <w:basedOn w:val="Normal"/>
    <w:rsid w:val="00101D01"/>
    <w:pPr>
      <w:spacing w:before="120"/>
    </w:pPr>
    <w:rPr>
      <w:rFonts w:eastAsia="Times New Roman"/>
      <w:i/>
      <w:sz w:val="16"/>
    </w:rPr>
  </w:style>
  <w:style w:type="paragraph" w:customStyle="1" w:styleId="OrgInfo">
    <w:name w:val="Org Info"/>
    <w:basedOn w:val="Normal"/>
    <w:rsid w:val="00101D01"/>
    <w:pPr>
      <w:spacing w:line="200" w:lineRule="atLeast"/>
    </w:pPr>
    <w:rPr>
      <w:rFonts w:eastAsia="Times New Roman"/>
      <w:sz w:val="16"/>
    </w:rPr>
  </w:style>
  <w:style w:type="paragraph" w:customStyle="1" w:styleId="PanelHeader">
    <w:name w:val="Panel Header"/>
    <w:basedOn w:val="Heading1"/>
    <w:rsid w:val="00316978"/>
    <w:pPr>
      <w:spacing w:after="120"/>
    </w:pPr>
    <w:rPr>
      <w:color w:val="003300"/>
      <w:sz w:val="28"/>
    </w:rPr>
  </w:style>
  <w:style w:type="paragraph" w:customStyle="1" w:styleId="Sign-up">
    <w:name w:val="Sign-up"/>
    <w:basedOn w:val="Normal"/>
    <w:rsid w:val="00101D01"/>
    <w:pPr>
      <w:spacing w:line="220" w:lineRule="atLeast"/>
    </w:pPr>
    <w:rPr>
      <w:rFonts w:eastAsia="Times New Roman"/>
      <w:b/>
      <w:i/>
      <w:sz w:val="16"/>
    </w:rPr>
  </w:style>
  <w:style w:type="paragraph" w:customStyle="1" w:styleId="Event">
    <w:name w:val="Event"/>
    <w:basedOn w:val="Normal"/>
    <w:rsid w:val="00956369"/>
    <w:pPr>
      <w:spacing w:after="120" w:line="220" w:lineRule="atLeast"/>
    </w:pPr>
    <w:rPr>
      <w:rFonts w:eastAsia="Times New Roman"/>
      <w:sz w:val="18"/>
      <w:szCs w:val="18"/>
    </w:rPr>
  </w:style>
  <w:style w:type="paragraph" w:styleId="BodyText">
    <w:name w:val="Body Text"/>
    <w:basedOn w:val="Normal"/>
    <w:rsid w:val="00101D01"/>
    <w:pPr>
      <w:spacing w:after="120" w:line="280" w:lineRule="atLeast"/>
    </w:pPr>
    <w:rPr>
      <w:rFonts w:eastAsia="Times New Roman"/>
      <w:sz w:val="19"/>
    </w:rPr>
  </w:style>
  <w:style w:type="paragraph" w:customStyle="1" w:styleId="Contact">
    <w:name w:val="Contact"/>
    <w:basedOn w:val="Normal"/>
    <w:rsid w:val="00101D01"/>
    <w:rPr>
      <w:rFonts w:eastAsia="Times New Roman"/>
      <w:color w:val="000000"/>
      <w:kern w:val="28"/>
      <w:sz w:val="22"/>
    </w:rPr>
  </w:style>
  <w:style w:type="paragraph" w:customStyle="1" w:styleId="Masthead">
    <w:name w:val="Masthead"/>
    <w:basedOn w:val="Heading1"/>
    <w:rsid w:val="00EE28B3"/>
    <w:pPr>
      <w:jc w:val="center"/>
    </w:pPr>
    <w:rPr>
      <w:kern w:val="28"/>
      <w:szCs w:val="48"/>
    </w:rPr>
  </w:style>
  <w:style w:type="paragraph" w:customStyle="1" w:styleId="Tagline">
    <w:name w:val="Tagline"/>
    <w:basedOn w:val="Normal"/>
    <w:rsid w:val="00EE28B3"/>
    <w:pPr>
      <w:jc w:val="right"/>
    </w:pPr>
    <w:rPr>
      <w:rFonts w:eastAsia="Times New Roman"/>
      <w:kern w:val="28"/>
      <w:sz w:val="26"/>
    </w:rPr>
  </w:style>
  <w:style w:type="paragraph" w:customStyle="1" w:styleId="Caption">
    <w:name w:val="Caption."/>
    <w:basedOn w:val="Normal"/>
    <w:rsid w:val="00F20B86"/>
    <w:pPr>
      <w:spacing w:line="200" w:lineRule="atLeast"/>
      <w:jc w:val="center"/>
    </w:pPr>
    <w:rPr>
      <w:rFonts w:eastAsia="Times New Roman"/>
      <w:i/>
      <w:kern w:val="28"/>
      <w:sz w:val="16"/>
      <w:szCs w:val="16"/>
    </w:rPr>
  </w:style>
  <w:style w:type="paragraph" w:customStyle="1" w:styleId="OrgName1">
    <w:name w:val="Org Name 1"/>
    <w:basedOn w:val="Normal"/>
    <w:rsid w:val="00101D01"/>
    <w:rPr>
      <w:rFonts w:eastAsia="Times New Roman"/>
      <w:kern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63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0634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773B8"/>
  </w:style>
  <w:style w:type="character" w:styleId="Hyperlink">
    <w:name w:val="Hyperlink"/>
    <w:basedOn w:val="DefaultParagraphFont"/>
    <w:uiPriority w:val="99"/>
    <w:semiHidden/>
    <w:unhideWhenUsed/>
    <w:rsid w:val="00A773B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73B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A0F89"/>
    <w:rPr>
      <w:b/>
      <w:bCs/>
    </w:rPr>
  </w:style>
  <w:style w:type="character" w:customStyle="1" w:styleId="apple-converted-space">
    <w:name w:val="apple-converted-space"/>
    <w:basedOn w:val="DefaultParagraphFont"/>
    <w:rsid w:val="006A0F89"/>
  </w:style>
  <w:style w:type="paragraph" w:customStyle="1" w:styleId="Address">
    <w:name w:val="Address"/>
    <w:rsid w:val="006A0F89"/>
    <w:pPr>
      <w:jc w:val="center"/>
      <w:outlineLvl w:val="0"/>
    </w:pPr>
    <w:rPr>
      <w:rFonts w:ascii="Cochin" w:eastAsia="ヒラギノ角ゴ Pro W3" w:hAnsi="Cochin"/>
      <w:smallCaps/>
      <w:color w:val="7B6D3D"/>
      <w:sz w:val="26"/>
    </w:rPr>
  </w:style>
  <w:style w:type="character" w:customStyle="1" w:styleId="Ornaments">
    <w:name w:val="Ornaments"/>
    <w:rsid w:val="006A0F89"/>
    <w:rPr>
      <w:rFonts w:ascii="Bodoni Ornaments ITC TT" w:eastAsia="ヒラギノ角ゴ Pro W3" w:hAnsi="Bodoni Ornaments ITC TT"/>
      <w:b w:val="0"/>
      <w:i w:val="0"/>
      <w:caps w:val="0"/>
      <w:smallCaps w:val="0"/>
      <w:strike w:val="0"/>
      <w:dstrike w:val="0"/>
      <w:color w:val="7B6D3D"/>
      <w:spacing w:val="0"/>
      <w:position w:val="0"/>
      <w:sz w:val="26"/>
      <w:u w:val="none"/>
      <w:vertAlign w:val="baseline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1D8"/>
    <w:rPr>
      <w:rFonts w:ascii="Trebuchet MS" w:hAnsi="Trebuchet MS"/>
      <w:sz w:val="24"/>
      <w:szCs w:val="24"/>
    </w:rPr>
  </w:style>
  <w:style w:type="paragraph" w:styleId="Heading1">
    <w:name w:val="heading 1"/>
    <w:basedOn w:val="Normal"/>
    <w:next w:val="Normal"/>
    <w:qFormat/>
    <w:rsid w:val="00450013"/>
    <w:pPr>
      <w:keepNext/>
      <w:outlineLvl w:val="0"/>
    </w:pPr>
    <w:rPr>
      <w:rFonts w:eastAsia="Times New Roman"/>
      <w:b/>
      <w:color w:val="993300"/>
      <w:sz w:val="44"/>
      <w:szCs w:val="44"/>
    </w:rPr>
  </w:style>
  <w:style w:type="paragraph" w:styleId="Heading2">
    <w:name w:val="heading 2"/>
    <w:basedOn w:val="Heading1"/>
    <w:next w:val="Normal"/>
    <w:qFormat/>
    <w:rsid w:val="00F20B86"/>
    <w:pPr>
      <w:jc w:val="both"/>
      <w:outlineLvl w:val="1"/>
    </w:pPr>
    <w:rPr>
      <w:color w:val="auto"/>
      <w:sz w:val="40"/>
      <w:szCs w:val="40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Comic Sans MS" w:hAnsi="Comic Sans MS"/>
      <w:color w:val="4517C5"/>
      <w:sz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Comic Sans MS" w:hAnsi="Comic Sans MS"/>
      <w:color w:val="003300"/>
      <w:sz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Comic Sans MS" w:hAnsi="Comic Sans MS"/>
      <w:color w:val="003300"/>
      <w:sz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color w:val="003300"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3869C2"/>
    <w:pPr>
      <w:tabs>
        <w:tab w:val="center" w:pos="4320"/>
        <w:tab w:val="right" w:pos="8640"/>
      </w:tabs>
    </w:pPr>
  </w:style>
  <w:style w:type="paragraph" w:customStyle="1" w:styleId="Address2">
    <w:name w:val="Address 2"/>
    <w:basedOn w:val="Normal"/>
    <w:pPr>
      <w:spacing w:line="280" w:lineRule="atLeast"/>
    </w:pPr>
    <w:rPr>
      <w:rFonts w:eastAsia="Times New Roman"/>
      <w:b/>
      <w:caps/>
      <w:sz w:val="20"/>
    </w:rPr>
  </w:style>
  <w:style w:type="paragraph" w:customStyle="1" w:styleId="Address1">
    <w:name w:val="Address 1"/>
    <w:basedOn w:val="Normal"/>
    <w:pPr>
      <w:spacing w:line="240" w:lineRule="atLeast"/>
    </w:pPr>
    <w:rPr>
      <w:rFonts w:eastAsia="Times New Roman"/>
      <w:sz w:val="20"/>
    </w:rPr>
  </w:style>
  <w:style w:type="paragraph" w:customStyle="1" w:styleId="AddressCorrection">
    <w:name w:val="Address Correction"/>
    <w:basedOn w:val="Normal"/>
    <w:pPr>
      <w:spacing w:before="120"/>
    </w:pPr>
    <w:rPr>
      <w:rFonts w:eastAsia="Times New Roman"/>
      <w:i/>
      <w:sz w:val="16"/>
    </w:rPr>
  </w:style>
  <w:style w:type="paragraph" w:customStyle="1" w:styleId="OrgInfo">
    <w:name w:val="Org Info"/>
    <w:basedOn w:val="Normal"/>
    <w:pPr>
      <w:spacing w:line="200" w:lineRule="atLeast"/>
    </w:pPr>
    <w:rPr>
      <w:rFonts w:eastAsia="Times New Roman"/>
      <w:sz w:val="16"/>
    </w:rPr>
  </w:style>
  <w:style w:type="paragraph" w:customStyle="1" w:styleId="PanelHeader">
    <w:name w:val="Panel Header"/>
    <w:basedOn w:val="Heading1"/>
    <w:rsid w:val="00316978"/>
    <w:pPr>
      <w:spacing w:after="120"/>
    </w:pPr>
    <w:rPr>
      <w:color w:val="003300"/>
      <w:sz w:val="28"/>
    </w:rPr>
  </w:style>
  <w:style w:type="paragraph" w:customStyle="1" w:styleId="Sign-up">
    <w:name w:val="Sign-up"/>
    <w:basedOn w:val="Normal"/>
    <w:pPr>
      <w:spacing w:line="220" w:lineRule="atLeast"/>
    </w:pPr>
    <w:rPr>
      <w:rFonts w:eastAsia="Times New Roman"/>
      <w:b/>
      <w:i/>
      <w:sz w:val="16"/>
    </w:rPr>
  </w:style>
  <w:style w:type="paragraph" w:customStyle="1" w:styleId="Event">
    <w:name w:val="Event"/>
    <w:basedOn w:val="Normal"/>
    <w:rsid w:val="00956369"/>
    <w:pPr>
      <w:spacing w:after="120" w:line="220" w:lineRule="atLeast"/>
    </w:pPr>
    <w:rPr>
      <w:rFonts w:eastAsia="Times New Roman"/>
      <w:sz w:val="18"/>
      <w:szCs w:val="18"/>
    </w:rPr>
  </w:style>
  <w:style w:type="paragraph" w:styleId="BodyText">
    <w:name w:val="Body Text"/>
    <w:basedOn w:val="Normal"/>
    <w:pPr>
      <w:spacing w:after="120" w:line="280" w:lineRule="atLeast"/>
    </w:pPr>
    <w:rPr>
      <w:rFonts w:eastAsia="Times New Roman"/>
      <w:sz w:val="19"/>
    </w:rPr>
  </w:style>
  <w:style w:type="paragraph" w:customStyle="1" w:styleId="Contact">
    <w:name w:val="Contact"/>
    <w:basedOn w:val="Normal"/>
    <w:rPr>
      <w:rFonts w:eastAsia="Times New Roman"/>
      <w:color w:val="000000"/>
      <w:kern w:val="28"/>
      <w:sz w:val="22"/>
    </w:rPr>
  </w:style>
  <w:style w:type="paragraph" w:customStyle="1" w:styleId="Masthead">
    <w:name w:val="Masthead"/>
    <w:basedOn w:val="Heading1"/>
    <w:rsid w:val="00EE28B3"/>
    <w:pPr>
      <w:jc w:val="center"/>
    </w:pPr>
    <w:rPr>
      <w:kern w:val="28"/>
      <w:szCs w:val="48"/>
    </w:rPr>
  </w:style>
  <w:style w:type="paragraph" w:customStyle="1" w:styleId="Tagline">
    <w:name w:val="Tagline"/>
    <w:basedOn w:val="Normal"/>
    <w:rsid w:val="00EE28B3"/>
    <w:pPr>
      <w:jc w:val="right"/>
    </w:pPr>
    <w:rPr>
      <w:rFonts w:eastAsia="Times New Roman"/>
      <w:kern w:val="28"/>
      <w:sz w:val="26"/>
    </w:rPr>
  </w:style>
  <w:style w:type="paragraph" w:customStyle="1" w:styleId="Caption">
    <w:name w:val="Caption."/>
    <w:basedOn w:val="Normal"/>
    <w:rsid w:val="00F20B86"/>
    <w:pPr>
      <w:spacing w:line="200" w:lineRule="atLeast"/>
      <w:jc w:val="center"/>
    </w:pPr>
    <w:rPr>
      <w:rFonts w:eastAsia="Times New Roman"/>
      <w:i/>
      <w:kern w:val="28"/>
      <w:sz w:val="16"/>
      <w:szCs w:val="16"/>
    </w:rPr>
  </w:style>
  <w:style w:type="paragraph" w:customStyle="1" w:styleId="OrgName1">
    <w:name w:val="Org Name 1"/>
    <w:basedOn w:val="Normal"/>
    <w:rPr>
      <w:rFonts w:eastAsia="Times New Roman"/>
      <w:kern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63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063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\AppData\Roaming\Microsoft\Templates\Event%20brochu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67131-D146-477C-826C-1A1B7E76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Event brochure</Template>
  <TotalTime>2</TotalTime>
  <Pages>2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Blaney</cp:lastModifiedBy>
  <cp:revision>2</cp:revision>
  <cp:lastPrinted>2011-10-12T02:27:00Z</cp:lastPrinted>
  <dcterms:created xsi:type="dcterms:W3CDTF">2011-10-12T02:30:00Z</dcterms:created>
  <dcterms:modified xsi:type="dcterms:W3CDTF">2011-10-12T02:30:00Z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TC010178201033</vt:lpwstr>
  </property>
</Properties>
</file>